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6E5D65" w:rsidP="002D3375" w:rsidRDefault="00997F14" w14:paraId="3714C33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530DA0" w:rsidR="00530DA0" w:rsidP="00530DA0" w:rsidRDefault="00530DA0" w14:paraId="7D95351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30DA0">
        <w:rPr>
          <w:rFonts w:ascii="Corbel" w:hAnsi="Corbel"/>
          <w:b/>
          <w:smallCaps/>
          <w:sz w:val="24"/>
          <w:szCs w:val="24"/>
        </w:rPr>
        <w:t>SYLABUS</w:t>
      </w:r>
    </w:p>
    <w:p w:rsidRPr="00530DA0" w:rsidR="00530DA0" w:rsidP="00530DA0" w:rsidRDefault="00530DA0" w14:paraId="60232320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0DA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530DA0">
        <w:rPr>
          <w:rFonts w:ascii="Corbel" w:hAnsi="Corbel"/>
          <w:i/>
          <w:smallCaps/>
          <w:sz w:val="24"/>
          <w:szCs w:val="24"/>
        </w:rPr>
        <w:t>2020-2022</w:t>
      </w:r>
    </w:p>
    <w:p w:rsidRPr="00530DA0" w:rsidR="00530DA0" w:rsidP="00530DA0" w:rsidRDefault="00530DA0" w14:paraId="3F07660E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30DA0">
        <w:rPr>
          <w:rFonts w:ascii="Corbel" w:hAnsi="Corbel"/>
          <w:sz w:val="20"/>
          <w:szCs w:val="20"/>
        </w:rPr>
        <w:tab/>
      </w:r>
      <w:r w:rsidRPr="00530DA0">
        <w:rPr>
          <w:rFonts w:ascii="Corbel" w:hAnsi="Corbel"/>
          <w:sz w:val="20"/>
          <w:szCs w:val="20"/>
        </w:rPr>
        <w:tab/>
      </w:r>
      <w:r w:rsidRPr="00530DA0">
        <w:rPr>
          <w:rFonts w:ascii="Corbel" w:hAnsi="Corbel"/>
          <w:sz w:val="20"/>
          <w:szCs w:val="20"/>
        </w:rPr>
        <w:tab/>
      </w:r>
      <w:r w:rsidRPr="00530DA0">
        <w:rPr>
          <w:rFonts w:ascii="Corbel" w:hAnsi="Corbel"/>
          <w:sz w:val="20"/>
          <w:szCs w:val="20"/>
        </w:rPr>
        <w:tab/>
      </w:r>
      <w:r w:rsidRPr="00530DA0">
        <w:rPr>
          <w:rFonts w:ascii="Corbel" w:hAnsi="Corbel"/>
          <w:sz w:val="20"/>
          <w:szCs w:val="20"/>
        </w:rPr>
        <w:t>Rok akademicki   2021-2022</w:t>
      </w:r>
    </w:p>
    <w:p w:rsidRPr="009C54AE" w:rsidR="0085747A" w:rsidP="009C54AE" w:rsidRDefault="0085747A" w14:paraId="4535098C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GoBack" w:id="0"/>
      <w:bookmarkEnd w:id="0"/>
    </w:p>
    <w:p w:rsidRPr="009C54AE" w:rsidR="0085747A" w:rsidP="009C54AE" w:rsidRDefault="0071620A" w14:paraId="1EBC1A9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C65657F" w14:paraId="1E0A5688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15538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2D57D81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Interwencja kryzysowa w pracy z rodziną</w:t>
            </w:r>
          </w:p>
        </w:tc>
      </w:tr>
      <w:tr w:rsidRPr="009C54AE" w:rsidR="0085747A" w:rsidTr="3C65657F" w14:paraId="440AFC94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DA667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43D456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P2S[3]F_01</w:t>
            </w:r>
          </w:p>
        </w:tc>
      </w:tr>
      <w:tr w:rsidRPr="009C54AE" w:rsidR="0085747A" w:rsidTr="3C65657F" w14:paraId="4977BEDC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7488A12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389BBB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C65657F" w14:paraId="6E260DC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1E1CA3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1E16DC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85747A" w:rsidTr="3C65657F" w14:paraId="3F237A5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4EB15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09ACA4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3C65657F" w14:paraId="27DD5C06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F1918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10C31A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Pr="009C54AE" w:rsidR="0085747A" w:rsidTr="3C65657F" w14:paraId="14A43A1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22027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56A1B4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3C65657F" w14:paraId="3A65CC3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B5604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2DE4B7A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Pr="009C54AE" w:rsidR="0085747A" w:rsidTr="3C65657F" w14:paraId="53D9918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E5953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73D880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III</w:t>
            </w:r>
          </w:p>
        </w:tc>
      </w:tr>
      <w:tr w:rsidRPr="009C54AE" w:rsidR="0085747A" w:rsidTr="3C65657F" w14:paraId="5B4D2AB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CB0A8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71DFA" w14:paraId="0033B9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3C65657F" w14:paraId="6E87F065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A6C6FA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7448E6" w14:paraId="6D04DC6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Pr="009C54AE" w:rsidR="0085747A" w:rsidTr="3C65657F" w14:paraId="0EE6CB7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01E4D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448E6" w14:paraId="558FF64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85747A" w:rsidTr="3C65657F" w14:paraId="181F355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97D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C65657F" w:rsidRDefault="007448E6" w14:paraId="37E6462E" w14:textId="186BBA4D">
            <w:pPr>
              <w:pStyle w:val="Odpowiedzi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3C65657F" w:rsidR="3A40EFE7">
              <w:rPr>
                <w:rFonts w:ascii="Corbel" w:hAnsi="Corbel"/>
                <w:b w:val="0"/>
                <w:bCs w:val="0"/>
                <w:sz w:val="24"/>
                <w:szCs w:val="24"/>
              </w:rPr>
              <w:t>Joanna Ferenc-Bar</w:t>
            </w:r>
          </w:p>
        </w:tc>
      </w:tr>
    </w:tbl>
    <w:p w:rsidRPr="009C54AE" w:rsidR="0085747A" w:rsidP="009C54AE" w:rsidRDefault="0085747A" w14:paraId="004D3FC5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E9405C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FAEEA1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456E55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4B3D94" w14:paraId="5E6B29D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4AA3A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19D2F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62766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09EB8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0CBF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8170A6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6F754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96FDF1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3CDBC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6B9409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EF17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4B3D94" w14:paraId="76CEFC43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4A4890" w14:paraId="50305A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6A09A1B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0E8F05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07CDD" w14:paraId="1FCAA6C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3C6BD67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100E537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10A5C3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423F08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A4890" w14:paraId="074512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B413F" w14:paraId="7FF50B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210B905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53AD997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5E67DF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4A4890" w14:paraId="367A7A7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3B900F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B6801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008441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4A4890" w14:paraId="782A00B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szCs w:val="24"/>
        </w:rPr>
        <w:t xml:space="preserve">Zaliczenie z oceną </w:t>
      </w:r>
    </w:p>
    <w:p w:rsidR="00E960BB" w:rsidP="009C54AE" w:rsidRDefault="00E960BB" w14:paraId="7E6B950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0040E7E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BF1D89E" w14:textId="77777777">
        <w:tc>
          <w:tcPr>
            <w:tcW w:w="9670" w:type="dxa"/>
          </w:tcPr>
          <w:p w:rsidRPr="009C54AE" w:rsidR="0085747A" w:rsidP="009C54AE" w:rsidRDefault="004A4890" w14:paraId="550DC2AA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elementarnej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przez studenta z zakresu przedmiotów: metodyka p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racy socjalnej: geneza i rozwój, praca socjalna i jej nowe kierunki oraz poradnictwo rodzinne i diagnoza problemowa rodziny.</w:t>
            </w:r>
          </w:p>
        </w:tc>
      </w:tr>
    </w:tbl>
    <w:p w:rsidR="00153C41" w:rsidP="009C54AE" w:rsidRDefault="00153C41" w14:paraId="580FD3A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236A41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54240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9AD89D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18E799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4D1363" w:rsidTr="004D1363" w14:paraId="4781A688" w14:textId="77777777">
        <w:tc>
          <w:tcPr>
            <w:tcW w:w="845" w:type="dxa"/>
            <w:vAlign w:val="center"/>
          </w:tcPr>
          <w:p w:rsidRPr="009C54AE" w:rsidR="004D1363" w:rsidP="004D1363" w:rsidRDefault="004D1363" w14:paraId="71DC5AD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vAlign w:val="center"/>
          </w:tcPr>
          <w:p w:rsidR="004D1363" w:rsidP="004D1363" w:rsidRDefault="004D1363" w14:paraId="2D94FB83" w14:textId="77777777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Dostarczenie wiedzy studentom dotyczącej kryzysu oraz specyfiki interwencji kryzysowej w rodzinie.</w:t>
            </w:r>
          </w:p>
        </w:tc>
      </w:tr>
      <w:tr w:rsidRPr="009C54AE" w:rsidR="004D1363" w:rsidTr="004D1363" w14:paraId="7E053534" w14:textId="77777777">
        <w:tc>
          <w:tcPr>
            <w:tcW w:w="845" w:type="dxa"/>
            <w:vAlign w:val="center"/>
          </w:tcPr>
          <w:p w:rsidRPr="009C54AE" w:rsidR="004D1363" w:rsidP="004D1363" w:rsidRDefault="004D1363" w14:paraId="53DE965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4D1363" w:rsidP="004D1363" w:rsidRDefault="004D1363" w14:paraId="1D3B10E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D1363">
              <w:rPr>
                <w:rFonts w:ascii="Corbel" w:hAnsi="Corbel" w:eastAsia="SimSun" w:cs="Calibri"/>
                <w:b w:val="0"/>
                <w:kern w:val="3"/>
                <w:sz w:val="24"/>
                <w:szCs w:val="24"/>
                <w:lang w:eastAsia="en-US"/>
              </w:rPr>
              <w:t>Wykształcenie</w:t>
            </w:r>
            <w:r>
              <w:rPr>
                <w:rFonts w:ascii="Corbel" w:hAnsi="Corbel" w:eastAsia="SimSun" w:cs="Calibri"/>
                <w:b w:val="0"/>
                <w:kern w:val="3"/>
                <w:sz w:val="24"/>
                <w:szCs w:val="24"/>
                <w:lang w:eastAsia="en-US"/>
              </w:rPr>
              <w:t xml:space="preserve"> wśród studentów</w:t>
            </w:r>
            <w:r w:rsidRPr="004D1363">
              <w:rPr>
                <w:rFonts w:ascii="Corbel" w:hAnsi="Corbel" w:eastAsia="SimSun" w:cs="Calibri"/>
                <w:b w:val="0"/>
                <w:kern w:val="3"/>
                <w:sz w:val="24"/>
                <w:szCs w:val="24"/>
                <w:lang w:eastAsia="en-US"/>
              </w:rPr>
              <w:t xml:space="preserve"> umiejętności podejmowania interwencji w sytuacjach kryzysowych.</w:t>
            </w:r>
          </w:p>
        </w:tc>
      </w:tr>
      <w:tr w:rsidRPr="009C54AE" w:rsidR="004D1363" w:rsidTr="000738FA" w14:paraId="34E7E4D4" w14:textId="77777777">
        <w:tc>
          <w:tcPr>
            <w:tcW w:w="845" w:type="dxa"/>
            <w:vAlign w:val="center"/>
          </w:tcPr>
          <w:p w:rsidRPr="009C54AE" w:rsidR="004D1363" w:rsidP="004D1363" w:rsidRDefault="004D1363" w14:paraId="28D6F55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vAlign w:val="center"/>
          </w:tcPr>
          <w:p w:rsidR="004D1363" w:rsidP="004D1363" w:rsidRDefault="004D1363" w14:paraId="598DEDC8" w14:textId="77777777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przez studentów procedur i działań podejmowanych w interwencji kryzysowej.</w:t>
            </w:r>
          </w:p>
        </w:tc>
      </w:tr>
    </w:tbl>
    <w:p w:rsidRPr="009C54AE" w:rsidR="0085747A" w:rsidP="009C54AE" w:rsidRDefault="0085747A" w14:paraId="3F42645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10F665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6D52B0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03B69" w14:paraId="32452BA2" w14:textId="77777777">
        <w:tc>
          <w:tcPr>
            <w:tcW w:w="1681" w:type="dxa"/>
            <w:vAlign w:val="center"/>
          </w:tcPr>
          <w:p w:rsidRPr="009C54AE" w:rsidR="0085747A" w:rsidP="009C54AE" w:rsidRDefault="0085747A" w14:paraId="6AE0CA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4CC9DA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76DDB3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703B69" w14:paraId="012C24DD" w14:textId="77777777">
        <w:tc>
          <w:tcPr>
            <w:tcW w:w="1681" w:type="dxa"/>
          </w:tcPr>
          <w:p w:rsidRPr="009C54AE" w:rsidR="0085747A" w:rsidP="009C54AE" w:rsidRDefault="0085747A" w14:paraId="22A7B4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85747A" w:rsidP="0044294A" w:rsidRDefault="0044294A" w14:paraId="16D3CD9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prawidłowości  oraz dysfunkcje występujące w strukturze więzi społecznych w rodzinie i społeczności lokalnej.</w:t>
            </w:r>
          </w:p>
        </w:tc>
        <w:tc>
          <w:tcPr>
            <w:tcW w:w="1865" w:type="dxa"/>
          </w:tcPr>
          <w:p w:rsidRPr="009C54AE" w:rsidR="0085747A" w:rsidP="009C54AE" w:rsidRDefault="00703B69" w14:paraId="56832B97" w14:textId="1394A5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Pr="009C54AE" w:rsidR="0085747A" w:rsidTr="00703B69" w14:paraId="70427D25" w14:textId="77777777">
        <w:tc>
          <w:tcPr>
            <w:tcW w:w="1681" w:type="dxa"/>
          </w:tcPr>
          <w:p w:rsidRPr="009C54AE" w:rsidR="0085747A" w:rsidP="009C54AE" w:rsidRDefault="0085747A" w14:paraId="158EE01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5747A" w:rsidP="0044294A" w:rsidRDefault="0044294A" w14:paraId="2536C5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uporządkowaną wiedzę z zakresu etyki zawodowej oraz zasad i norm etycznych niezbędnych w pracy z rodziną w kryzysie. </w:t>
            </w:r>
          </w:p>
        </w:tc>
        <w:tc>
          <w:tcPr>
            <w:tcW w:w="1865" w:type="dxa"/>
          </w:tcPr>
          <w:p w:rsidRPr="009C54AE" w:rsidR="0085747A" w:rsidP="009C54AE" w:rsidRDefault="00703B69" w14:paraId="413D85CA" w14:textId="7299C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Pr="009C54AE" w:rsidR="0085747A" w:rsidTr="00703B69" w14:paraId="3313D349" w14:textId="77777777">
        <w:tc>
          <w:tcPr>
            <w:tcW w:w="1681" w:type="dxa"/>
          </w:tcPr>
          <w:p w:rsidRPr="009C54AE" w:rsidR="0085747A" w:rsidP="009C54AE" w:rsidRDefault="00703B69" w14:paraId="41C7E6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9C54AE" w:rsidR="0085747A" w:rsidP="0044294A" w:rsidRDefault="0044294A" w14:paraId="2CD0A8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dostrzegać i prawidłowo interpretować zjawisko kryzysu w rodzinie oraz ich przyczyny (w tym prawne i ekonomiczne), a także relacje jakie między nimi zachodzą z zastosowaniem teorii i pojęć z zakresu pracy socjalnej. </w:t>
            </w:r>
          </w:p>
        </w:tc>
        <w:tc>
          <w:tcPr>
            <w:tcW w:w="1865" w:type="dxa"/>
          </w:tcPr>
          <w:p w:rsidRPr="009C54AE" w:rsidR="0085747A" w:rsidP="009C54AE" w:rsidRDefault="00703B69" w14:paraId="5BE9CABE" w14:textId="03349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Pr="009C54AE" w:rsidR="00703B69" w:rsidTr="00703B69" w14:paraId="066571F1" w14:textId="77777777">
        <w:tc>
          <w:tcPr>
            <w:tcW w:w="1681" w:type="dxa"/>
          </w:tcPr>
          <w:p w:rsidRPr="009C54AE" w:rsidR="00703B69" w:rsidP="009C54AE" w:rsidRDefault="00703B69" w14:paraId="1A9D5F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9C54AE" w:rsidR="00703B69" w:rsidP="00B14F83" w:rsidRDefault="0044294A" w14:paraId="2263A7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prognozować zjawiska społeczne (kulturowe, prawne, polityczne i ekonomiczne) zachodzące w społeczeństwie i mogące prowadzić do kryzysu w rodzinie </w:t>
            </w:r>
            <w:r w:rsidR="00B14F83">
              <w:rPr>
                <w:rFonts w:ascii="Corbel" w:hAnsi="Corbel"/>
                <w:b w:val="0"/>
                <w:smallCaps w:val="0"/>
                <w:szCs w:val="24"/>
              </w:rPr>
              <w:t xml:space="preserve">oraz projektować w sposób innowacyjny rozwiązania prowadzące do zniwelowania lub ograniczenia kryzysu w rodzinie z wykorzystaniem klasycznych i najnowszych metod pracy socjalnej. </w:t>
            </w:r>
          </w:p>
        </w:tc>
        <w:tc>
          <w:tcPr>
            <w:tcW w:w="1865" w:type="dxa"/>
          </w:tcPr>
          <w:p w:rsidR="00703B69" w:rsidP="009C54AE" w:rsidRDefault="00703B69" w14:paraId="640A9E3D" w14:textId="75D285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:rsidRPr="009C54AE" w:rsidR="0085747A" w:rsidP="009C54AE" w:rsidRDefault="0085747A" w14:paraId="7CD0CD9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16D008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DBA756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5364D46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27100" w14:paraId="7FA30303" w14:textId="77777777">
        <w:tc>
          <w:tcPr>
            <w:tcW w:w="9520" w:type="dxa"/>
          </w:tcPr>
          <w:p w:rsidRPr="00B27100" w:rsidR="0085747A" w:rsidP="009C54AE" w:rsidRDefault="0085747A" w14:paraId="3F3F6F7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85747A" w:rsidTr="00B27100" w14:paraId="38477357" w14:textId="77777777">
        <w:tc>
          <w:tcPr>
            <w:tcW w:w="9520" w:type="dxa"/>
          </w:tcPr>
          <w:p w:rsidRPr="009C54AE" w:rsidR="0085747A" w:rsidP="009C54AE" w:rsidRDefault="00B27100" w14:paraId="2BB77670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2820A37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72C551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ACA128D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27100" w14:paraId="56651673" w14:textId="77777777">
        <w:tc>
          <w:tcPr>
            <w:tcW w:w="9520" w:type="dxa"/>
          </w:tcPr>
          <w:p w:rsidRPr="00B27100" w:rsidR="0085747A" w:rsidP="009C54AE" w:rsidRDefault="0085747A" w14:paraId="45367CF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9C54AE" w:rsidR="00B27100" w:rsidTr="00B27100" w14:paraId="50307F03" w14:textId="77777777">
        <w:tc>
          <w:tcPr>
            <w:tcW w:w="9520" w:type="dxa"/>
          </w:tcPr>
          <w:p w:rsidRPr="006D7901" w:rsidR="00B27100" w:rsidP="00B27100" w:rsidRDefault="00B27100" w14:paraId="7F1B2A3E" w14:textId="77777777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lastRenderedPageBreak/>
              <w:t>Kryzys, jego rodzaje i interwencja kryzysowa: rozumienie zjawiska kryzysu, teoria kryzysu w</w:t>
            </w:r>
            <w:r w:rsidRPr="006D7901" w:rsidR="006D7901">
              <w:rPr>
                <w:sz w:val="24"/>
                <w:szCs w:val="24"/>
              </w:rPr>
              <w:t>edłu</w:t>
            </w:r>
            <w:r w:rsidRPr="006D7901">
              <w:rPr>
                <w:sz w:val="24"/>
                <w:szCs w:val="24"/>
              </w:rPr>
              <w:t xml:space="preserve">g </w:t>
            </w:r>
            <w:proofErr w:type="spellStart"/>
            <w:r w:rsidRPr="006D7901" w:rsidR="00B572EC">
              <w:rPr>
                <w:sz w:val="24"/>
                <w:szCs w:val="24"/>
              </w:rPr>
              <w:t>Caplana</w:t>
            </w:r>
            <w:proofErr w:type="spellEnd"/>
            <w:r w:rsidRPr="006D7901" w:rsidR="00B572EC">
              <w:rPr>
                <w:sz w:val="24"/>
                <w:szCs w:val="24"/>
              </w:rPr>
              <w:t xml:space="preserve">, </w:t>
            </w:r>
            <w:proofErr w:type="spellStart"/>
            <w:r w:rsidRPr="006D7901" w:rsidR="00B572EC">
              <w:rPr>
                <w:sz w:val="24"/>
                <w:szCs w:val="24"/>
              </w:rPr>
              <w:t>Lazarusa</w:t>
            </w:r>
            <w:proofErr w:type="spellEnd"/>
            <w:r w:rsidRPr="006D7901">
              <w:rPr>
                <w:sz w:val="24"/>
                <w:szCs w:val="24"/>
              </w:rPr>
              <w:t>.</w:t>
            </w:r>
            <w:r w:rsidRPr="006D7901" w:rsidR="00B572EC">
              <w:rPr>
                <w:sz w:val="24"/>
                <w:szCs w:val="24"/>
              </w:rPr>
              <w:t xml:space="preserve"> Psychoanalityczna teoria rozwoju osobowości </w:t>
            </w:r>
            <w:proofErr w:type="spellStart"/>
            <w:r w:rsidRPr="006D7901" w:rsidR="00B572EC">
              <w:rPr>
                <w:sz w:val="24"/>
                <w:szCs w:val="24"/>
              </w:rPr>
              <w:t>Eriksona</w:t>
            </w:r>
            <w:proofErr w:type="spellEnd"/>
            <w:r w:rsidRPr="006D7901" w:rsidR="00B572EC">
              <w:rPr>
                <w:sz w:val="24"/>
                <w:szCs w:val="24"/>
              </w:rPr>
              <w:t>.</w:t>
            </w:r>
          </w:p>
        </w:tc>
      </w:tr>
      <w:tr w:rsidRPr="009C54AE" w:rsidR="00B27100" w:rsidTr="00B27100" w14:paraId="7048AAEB" w14:textId="77777777">
        <w:tc>
          <w:tcPr>
            <w:tcW w:w="9520" w:type="dxa"/>
          </w:tcPr>
          <w:p w:rsidRPr="006D7901" w:rsidR="00B27100" w:rsidP="00B27100" w:rsidRDefault="00B27100" w14:paraId="6F8584E8" w14:textId="77777777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Czynniki ryzyka sprzy</w:t>
            </w:r>
            <w:r w:rsidRPr="006D7901" w:rsidR="006D7901">
              <w:rPr>
                <w:sz w:val="24"/>
                <w:szCs w:val="24"/>
              </w:rPr>
              <w:t xml:space="preserve">jające powstaniu kryzysu. </w:t>
            </w:r>
          </w:p>
        </w:tc>
      </w:tr>
      <w:tr w:rsidRPr="009C54AE" w:rsidR="00B27100" w:rsidTr="00B27100" w14:paraId="47E1D3D7" w14:textId="77777777">
        <w:tc>
          <w:tcPr>
            <w:tcW w:w="9520" w:type="dxa"/>
          </w:tcPr>
          <w:p w:rsidRPr="006D7901" w:rsidR="00B27100" w:rsidP="00B27100" w:rsidRDefault="00B27100" w14:paraId="2ED1F647" w14:textId="77777777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Prz</w:t>
            </w:r>
            <w:r w:rsidRPr="006D7901" w:rsidR="006D7901">
              <w:rPr>
                <w:sz w:val="24"/>
                <w:szCs w:val="24"/>
              </w:rPr>
              <w:t xml:space="preserve">ebieg reakcji kryzysowej. </w:t>
            </w:r>
          </w:p>
        </w:tc>
      </w:tr>
      <w:tr w:rsidRPr="009C54AE" w:rsidR="00B27100" w:rsidTr="00B27100" w14:paraId="40939471" w14:textId="77777777">
        <w:tc>
          <w:tcPr>
            <w:tcW w:w="9520" w:type="dxa"/>
          </w:tcPr>
          <w:p w:rsidRPr="006D7901" w:rsidR="00B27100" w:rsidP="006979CB" w:rsidRDefault="00B27100" w14:paraId="3D88B4F9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Specyfika interwencji kryzysowej </w:t>
            </w:r>
            <w:r w:rsidRPr="006D7901" w:rsidR="006979CB">
              <w:rPr>
                <w:rFonts w:ascii="Calibri" w:hAnsi="Calibri"/>
              </w:rPr>
              <w:t>w przypadku przemocy w rodzinie</w:t>
            </w:r>
            <w:r w:rsidRPr="006D7901" w:rsidR="006D7901">
              <w:rPr>
                <w:rFonts w:ascii="Calibri" w:hAnsi="Calibri"/>
              </w:rPr>
              <w:t xml:space="preserve">. </w:t>
            </w:r>
          </w:p>
        </w:tc>
      </w:tr>
      <w:tr w:rsidRPr="009C54AE" w:rsidR="006979CB" w:rsidTr="00B27100" w14:paraId="72FF4D94" w14:textId="77777777">
        <w:tc>
          <w:tcPr>
            <w:tcW w:w="9520" w:type="dxa"/>
          </w:tcPr>
          <w:p w:rsidRPr="006D7901" w:rsidR="006979CB" w:rsidP="00B27100" w:rsidRDefault="006979CB" w14:paraId="78B280AC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Pro</w:t>
            </w:r>
            <w:r w:rsidR="00A35F51">
              <w:rPr>
                <w:rFonts w:ascii="Calibri" w:hAnsi="Calibri"/>
              </w:rPr>
              <w:t xml:space="preserve">cedura Niebieskiej Karty </w:t>
            </w:r>
            <w:r w:rsidRPr="00A35F51" w:rsidR="00A35F51">
              <w:rPr>
                <w:rFonts w:ascii="Calibri" w:hAnsi="Calibri"/>
              </w:rPr>
              <w:t>oraz Plan Bezpieczeństwa dla osoby dotkniętej przemocą w rodzinie</w:t>
            </w:r>
            <w:r w:rsidR="00A35F51">
              <w:rPr>
                <w:rFonts w:ascii="Calibri" w:hAnsi="Calibri"/>
              </w:rPr>
              <w:t>.</w:t>
            </w:r>
          </w:p>
        </w:tc>
      </w:tr>
      <w:tr w:rsidRPr="009C54AE" w:rsidR="00B27100" w:rsidTr="00B27100" w14:paraId="6613EAF2" w14:textId="77777777">
        <w:tc>
          <w:tcPr>
            <w:tcW w:w="9520" w:type="dxa"/>
          </w:tcPr>
          <w:p w:rsidRPr="006D7901" w:rsidR="00B27100" w:rsidP="00B27100" w:rsidRDefault="00B27100" w14:paraId="475013C9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Modele ośrodków interwencji kryzysowej.</w:t>
            </w:r>
            <w:r w:rsidRPr="006D7901" w:rsidR="006D7901">
              <w:rPr>
                <w:rFonts w:ascii="Calibri" w:hAnsi="Calibri"/>
              </w:rPr>
              <w:t xml:space="preserve"> </w:t>
            </w:r>
          </w:p>
        </w:tc>
      </w:tr>
      <w:tr w:rsidRPr="009C54AE" w:rsidR="00B27100" w:rsidTr="00B27100" w14:paraId="398DF46D" w14:textId="77777777">
        <w:tc>
          <w:tcPr>
            <w:tcW w:w="9520" w:type="dxa"/>
          </w:tcPr>
          <w:p w:rsidRPr="006D7901" w:rsidR="00B27100" w:rsidP="00B27100" w:rsidRDefault="00B27100" w14:paraId="25293975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Poznanie specyfiki fun</w:t>
            </w:r>
            <w:r w:rsidRPr="006D7901" w:rsidR="006D7901">
              <w:rPr>
                <w:rFonts w:ascii="Calibri" w:hAnsi="Calibri"/>
              </w:rPr>
              <w:t xml:space="preserve">kcjonowania </w:t>
            </w:r>
            <w:proofErr w:type="spellStart"/>
            <w:r w:rsidRPr="006D7901" w:rsidR="006D7901">
              <w:rPr>
                <w:rFonts w:ascii="Calibri" w:hAnsi="Calibri"/>
              </w:rPr>
              <w:t>OPSiK</w:t>
            </w:r>
            <w:proofErr w:type="spellEnd"/>
            <w:r w:rsidRPr="006D7901" w:rsidR="006D7901">
              <w:rPr>
                <w:rFonts w:ascii="Calibri" w:hAnsi="Calibri"/>
              </w:rPr>
              <w:t xml:space="preserve"> w Rzeszowie. </w:t>
            </w:r>
          </w:p>
        </w:tc>
      </w:tr>
      <w:tr w:rsidRPr="009C54AE" w:rsidR="00B27100" w:rsidTr="00B27100" w14:paraId="541C17EB" w14:textId="77777777">
        <w:tc>
          <w:tcPr>
            <w:tcW w:w="9520" w:type="dxa"/>
          </w:tcPr>
          <w:p w:rsidRPr="006D7901" w:rsidR="00B27100" w:rsidP="00B27100" w:rsidRDefault="00B27100" w14:paraId="15E6D8E9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Kontakt w interwencji kryzysowej – umiejętności interwenta niezbędne w relacji z</w:t>
            </w:r>
            <w:r w:rsidRPr="006D7901" w:rsidR="006D7901">
              <w:rPr>
                <w:rFonts w:ascii="Calibri" w:hAnsi="Calibri"/>
              </w:rPr>
              <w:t xml:space="preserve"> osobą doświadczającą kryzysu. </w:t>
            </w:r>
          </w:p>
        </w:tc>
      </w:tr>
      <w:tr w:rsidRPr="009C54AE" w:rsidR="00B27100" w:rsidTr="00B27100" w14:paraId="0EF1BB98" w14:textId="77777777">
        <w:tc>
          <w:tcPr>
            <w:tcW w:w="9520" w:type="dxa"/>
          </w:tcPr>
          <w:p w:rsidRPr="006D7901" w:rsidR="00B27100" w:rsidP="00B27100" w:rsidRDefault="00B27100" w14:paraId="54CE71D4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Interwencja </w:t>
            </w:r>
            <w:r w:rsidRPr="006D7901" w:rsidR="00325963">
              <w:rPr>
                <w:rFonts w:ascii="Calibri" w:hAnsi="Calibri"/>
              </w:rPr>
              <w:t xml:space="preserve">kryzysowa </w:t>
            </w:r>
            <w:r w:rsidRPr="006D7901">
              <w:rPr>
                <w:rFonts w:ascii="Calibri" w:hAnsi="Calibri"/>
              </w:rPr>
              <w:t>wobec dzieci i młodzieży</w:t>
            </w:r>
            <w:r w:rsidRPr="006D7901" w:rsidR="00325963">
              <w:rPr>
                <w:rFonts w:ascii="Calibri" w:hAnsi="Calibri"/>
              </w:rPr>
              <w:t xml:space="preserve"> z uwzględnieniem prób samobójczych i samookaleczeń</w:t>
            </w:r>
            <w:r w:rsidRPr="006D7901">
              <w:rPr>
                <w:rFonts w:ascii="Calibri" w:hAnsi="Calibri"/>
              </w:rPr>
              <w:t>.</w:t>
            </w:r>
            <w:r w:rsidRPr="006D7901" w:rsidR="006979CB">
              <w:rPr>
                <w:rFonts w:ascii="Calibri" w:hAnsi="Calibri"/>
              </w:rPr>
              <w:t xml:space="preserve"> Wniosek o wgląd w sytuację dziecka.</w:t>
            </w:r>
            <w:r w:rsidRPr="006D7901" w:rsidR="006D7901">
              <w:rPr>
                <w:rFonts w:ascii="Calibri" w:hAnsi="Calibri"/>
              </w:rPr>
              <w:t xml:space="preserve"> </w:t>
            </w:r>
          </w:p>
        </w:tc>
      </w:tr>
      <w:tr w:rsidRPr="009C54AE" w:rsidR="00B27100" w:rsidTr="00B27100" w14:paraId="729D07DC" w14:textId="77777777">
        <w:tc>
          <w:tcPr>
            <w:tcW w:w="9520" w:type="dxa"/>
          </w:tcPr>
          <w:p w:rsidRPr="006D7901" w:rsidR="00B27100" w:rsidP="00B27100" w:rsidRDefault="007E4FA7" w14:paraId="6AB66712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Bezpieczeństwo interwenta – praca w biurze i terenie. </w:t>
            </w:r>
            <w:r w:rsidRPr="006D7901" w:rsidR="006D7901">
              <w:rPr>
                <w:rFonts w:ascii="Calibri" w:hAnsi="Calibri"/>
              </w:rPr>
              <w:t xml:space="preserve"> </w:t>
            </w:r>
          </w:p>
        </w:tc>
      </w:tr>
      <w:tr w:rsidRPr="009C54AE" w:rsidR="00B27100" w:rsidTr="00B27100" w14:paraId="70976521" w14:textId="77777777">
        <w:tc>
          <w:tcPr>
            <w:tcW w:w="9520" w:type="dxa"/>
          </w:tcPr>
          <w:p w:rsidRPr="006D7901" w:rsidR="00B27100" w:rsidP="00B27100" w:rsidRDefault="00B27100" w14:paraId="0D437976" w14:textId="77777777">
            <w:pPr>
              <w:pStyle w:val="Default"/>
              <w:jc w:val="both"/>
              <w:rPr>
                <w:rFonts w:ascii="Calibri" w:hAnsi="Calibri"/>
                <w:color w:val="00000A"/>
              </w:rPr>
            </w:pPr>
            <w:r w:rsidRPr="006D7901">
              <w:rPr>
                <w:rFonts w:ascii="Calibri" w:hAnsi="Calibri"/>
                <w:color w:val="00000A"/>
              </w:rPr>
              <w:t xml:space="preserve">Problematyka utraty i żałoby w aspekcie interwencji kryzysowej. </w:t>
            </w:r>
          </w:p>
        </w:tc>
      </w:tr>
      <w:tr w:rsidRPr="009C54AE" w:rsidR="00B27100" w:rsidTr="00B27100" w14:paraId="1D683500" w14:textId="77777777">
        <w:tc>
          <w:tcPr>
            <w:tcW w:w="9520" w:type="dxa"/>
          </w:tcPr>
          <w:p w:rsidRPr="006D7901" w:rsidR="00B27100" w:rsidP="00B27100" w:rsidRDefault="00B27100" w14:paraId="7B0F84D7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Kryzysy małżeńskie i rodzinne- diagnozowanie i podejmowanie działań interwencyjnych</w:t>
            </w:r>
            <w:r w:rsidRPr="006D7901" w:rsidR="006D7901">
              <w:rPr>
                <w:rFonts w:ascii="Calibri" w:hAnsi="Calibri"/>
              </w:rPr>
              <w:t xml:space="preserve">. </w:t>
            </w:r>
          </w:p>
        </w:tc>
      </w:tr>
      <w:tr w:rsidRPr="009C54AE" w:rsidR="00B27100" w:rsidTr="00B27100" w14:paraId="67318516" w14:textId="77777777">
        <w:tc>
          <w:tcPr>
            <w:tcW w:w="9520" w:type="dxa"/>
          </w:tcPr>
          <w:p w:rsidRPr="006D7901" w:rsidR="00B27100" w:rsidP="00B27100" w:rsidRDefault="00B27100" w14:paraId="41C61572" w14:textId="77777777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Zaliczenie przedmiotu</w:t>
            </w:r>
            <w:r w:rsidRPr="006D7901" w:rsidR="006D7901">
              <w:rPr>
                <w:rFonts w:ascii="Calibri" w:hAnsi="Calibri"/>
              </w:rPr>
              <w:t xml:space="preserve"> w formie kolokwium pisemnego.</w:t>
            </w:r>
          </w:p>
        </w:tc>
      </w:tr>
    </w:tbl>
    <w:p w:rsidRPr="009C54AE" w:rsidR="0085747A" w:rsidP="009C54AE" w:rsidRDefault="0085747A" w14:paraId="71CB928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9C22B34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15169F" w:rsidR="00E960BB" w:rsidP="00D11980" w:rsidRDefault="0015169F" w14:paraId="7D74956C" w14:textId="77777777">
      <w:pPr>
        <w:pStyle w:val="Punktygwne"/>
        <w:tabs>
          <w:tab w:val="left" w:pos="284"/>
        </w:tabs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analiza tekstów źródłowych z dyskusją, praca w grupach, wykład konwersatoryjny, hospitacje terenowe w </w:t>
      </w:r>
      <w:proofErr w:type="spellStart"/>
      <w:r>
        <w:rPr>
          <w:rFonts w:ascii="Corbel" w:hAnsi="Corbel"/>
          <w:b w:val="0"/>
          <w:smallCaps w:val="0"/>
          <w:szCs w:val="24"/>
        </w:rPr>
        <w:t>OPSiK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w Rzeszowie. </w:t>
      </w:r>
    </w:p>
    <w:p w:rsidR="00E960BB" w:rsidP="009C54AE" w:rsidRDefault="00E960BB" w14:paraId="7C9559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8A01A6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1218F3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F7F70B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71315F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D11980" w14:paraId="12BDEA4F" w14:textId="77777777">
        <w:tc>
          <w:tcPr>
            <w:tcW w:w="1962" w:type="dxa"/>
            <w:vAlign w:val="center"/>
          </w:tcPr>
          <w:p w:rsidRPr="009C54AE" w:rsidR="0085747A" w:rsidP="009C54AE" w:rsidRDefault="0071620A" w14:paraId="123F48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20C49C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1B739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5D1926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8DF1F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D11980" w:rsidTr="00D11980" w14:paraId="24E101C6" w14:textId="77777777">
        <w:tc>
          <w:tcPr>
            <w:tcW w:w="1962" w:type="dxa"/>
          </w:tcPr>
          <w:p w:rsidR="00D11980" w:rsidP="00D11980" w:rsidRDefault="00D11980" w14:paraId="1AD2A4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D11980" w:rsidP="00D11980" w:rsidRDefault="00D11980" w14:paraId="1DF602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pisemne.</w:t>
            </w:r>
          </w:p>
        </w:tc>
        <w:tc>
          <w:tcPr>
            <w:tcW w:w="2117" w:type="dxa"/>
          </w:tcPr>
          <w:p w:rsidR="00D11980" w:rsidP="00D11980" w:rsidRDefault="00D11980" w14:paraId="01C60601" w14:textId="77777777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D11980" w:rsidTr="00D11980" w14:paraId="7A200DC4" w14:textId="77777777">
        <w:tc>
          <w:tcPr>
            <w:tcW w:w="1962" w:type="dxa"/>
          </w:tcPr>
          <w:p w:rsidR="00D11980" w:rsidP="00D11980" w:rsidRDefault="00D11980" w14:paraId="670DBF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11980" w:rsidP="00D11980" w:rsidRDefault="00D11980" w14:paraId="156F05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:rsidR="00D11980" w:rsidP="00D11980" w:rsidRDefault="00D11980" w14:paraId="5F3472AC" w14:textId="77777777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D11980" w:rsidTr="00D11980" w14:paraId="256AD46F" w14:textId="77777777">
        <w:tc>
          <w:tcPr>
            <w:tcW w:w="1962" w:type="dxa"/>
          </w:tcPr>
          <w:p w:rsidR="00D11980" w:rsidP="00D11980" w:rsidRDefault="00D11980" w14:paraId="3ABD1D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11980" w:rsidP="00D11980" w:rsidRDefault="00D11980" w14:paraId="042FF6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:rsidR="00D11980" w:rsidP="00D11980" w:rsidRDefault="00D11980" w14:paraId="3EFDB08D" w14:textId="77777777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9C54AE" w:rsidR="00D11980" w:rsidTr="00D11980" w14:paraId="49739553" w14:textId="77777777">
        <w:tc>
          <w:tcPr>
            <w:tcW w:w="1962" w:type="dxa"/>
          </w:tcPr>
          <w:p w:rsidR="00D11980" w:rsidP="00D11980" w:rsidRDefault="00D11980" w14:paraId="0E647D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11980" w:rsidP="00D11980" w:rsidRDefault="00D11980" w14:paraId="403101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:rsidR="00D11980" w:rsidP="00D11980" w:rsidRDefault="00D11980" w14:paraId="3311B5AE" w14:textId="77777777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723465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F164E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5C1670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C2A43F2" w14:textId="77777777">
        <w:tc>
          <w:tcPr>
            <w:tcW w:w="9670" w:type="dxa"/>
          </w:tcPr>
          <w:p w:rsidRPr="00D81349" w:rsidR="00D81349" w:rsidP="00D81349" w:rsidRDefault="00D81349" w14:paraId="1799E26A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D81349">
              <w:rPr>
                <w:rFonts w:ascii="Corbel" w:hAnsi="Corbel"/>
                <w:sz w:val="24"/>
                <w:szCs w:val="24"/>
              </w:rPr>
              <w:t>arunki zaliczenia i jego elementy składowe:</w:t>
            </w:r>
          </w:p>
          <w:p w:rsidRPr="00D81349" w:rsidR="00D81349" w:rsidP="00D81349" w:rsidRDefault="00D81349" w14:paraId="058FCDF5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1. Ocena końcowa z kolokwium zaliczeniowego – 100 %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81349">
              <w:rPr>
                <w:rFonts w:ascii="Corbel" w:hAnsi="Corbel"/>
                <w:sz w:val="24"/>
                <w:szCs w:val="24"/>
              </w:rPr>
              <w:t>(kolokwium w formie pisemnej z pytaniami otwartymi i zamkniętymi).</w:t>
            </w:r>
          </w:p>
          <w:p w:rsidRPr="00D81349" w:rsidR="00D81349" w:rsidP="00D81349" w:rsidRDefault="00D81349" w14:paraId="78DCF47C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2. Aktywność na zajęciach i udział w dyskusji – dodatkowo maksymalnie</w:t>
            </w:r>
            <w:r>
              <w:rPr>
                <w:rFonts w:ascii="Corbel" w:hAnsi="Corbel"/>
                <w:sz w:val="24"/>
                <w:szCs w:val="24"/>
              </w:rPr>
              <w:t xml:space="preserve"> do</w:t>
            </w:r>
            <w:r w:rsidRPr="00D81349">
              <w:rPr>
                <w:rFonts w:ascii="Corbel" w:hAnsi="Corbel"/>
                <w:sz w:val="24"/>
                <w:szCs w:val="24"/>
              </w:rPr>
              <w:t xml:space="preserve"> 10%. </w:t>
            </w:r>
            <w:r>
              <w:rPr>
                <w:rFonts w:ascii="Corbel" w:hAnsi="Corbel"/>
                <w:sz w:val="24"/>
                <w:szCs w:val="24"/>
              </w:rPr>
              <w:t xml:space="preserve">W przypadku osiągnięcia przez studenta wyniku 100% i posiadania przez niego znaczącej aktywności na zajęciach, dodatkowych % nie dodaje się. </w:t>
            </w:r>
          </w:p>
          <w:p w:rsidRPr="00D81349" w:rsidR="00D81349" w:rsidP="00D81349" w:rsidRDefault="00D81349" w14:paraId="4F9C39FF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D81349" w:rsidR="00D81349" w:rsidP="00D81349" w:rsidRDefault="00D81349" w14:paraId="3769DCB4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D81349" w:rsidR="00D81349" w:rsidP="00D81349" w:rsidRDefault="00D81349" w14:paraId="7344C2E6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D81349" w:rsidR="00D81349" w:rsidP="00D81349" w:rsidRDefault="00D81349" w14:paraId="2FF5E5C5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D81349" w:rsidR="00D81349" w:rsidP="00D81349" w:rsidRDefault="00D81349" w14:paraId="077C85EB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Pr="00D81349" w:rsidR="00D81349" w:rsidP="00D81349" w:rsidRDefault="00D81349" w14:paraId="4F2A498F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lastRenderedPageBreak/>
              <w:t>• 64% - 72% (3.5)</w:t>
            </w:r>
          </w:p>
          <w:p w:rsidRPr="00D81349" w:rsidR="00D81349" w:rsidP="00D81349" w:rsidRDefault="00D81349" w14:paraId="2454CDD7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D81349" w:rsidR="0085747A" w:rsidP="00D81349" w:rsidRDefault="00D81349" w14:paraId="6469713E" w14:textId="7777777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:rsidRPr="009C54AE" w:rsidR="0085747A" w:rsidP="009C54AE" w:rsidRDefault="0085747A" w14:paraId="3C7D6E6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3008CC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7258CB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17890A2" w14:textId="77777777">
        <w:tc>
          <w:tcPr>
            <w:tcW w:w="4962" w:type="dxa"/>
            <w:vAlign w:val="center"/>
          </w:tcPr>
          <w:p w:rsidRPr="009C54AE" w:rsidR="0085747A" w:rsidP="009C54AE" w:rsidRDefault="00C61DC5" w14:paraId="3693AA2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9F2C4E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2B4BCFD" w14:textId="77777777">
        <w:tc>
          <w:tcPr>
            <w:tcW w:w="4962" w:type="dxa"/>
          </w:tcPr>
          <w:p w:rsidRPr="009C54AE" w:rsidR="0085747A" w:rsidP="009C54AE" w:rsidRDefault="00C61DC5" w14:paraId="195171F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E57FF2" w:rsidRDefault="00E57FF2" w14:paraId="648DE5C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4AC9C29" w14:textId="77777777">
        <w:tc>
          <w:tcPr>
            <w:tcW w:w="4962" w:type="dxa"/>
          </w:tcPr>
          <w:p w:rsidRPr="009C54AE" w:rsidR="00C61DC5" w:rsidP="009C54AE" w:rsidRDefault="00C61DC5" w14:paraId="5AC30A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776D3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E57FF2" w:rsidRDefault="003B413F" w14:paraId="749BB64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694BDAF6" w14:textId="77777777">
        <w:tc>
          <w:tcPr>
            <w:tcW w:w="4962" w:type="dxa"/>
          </w:tcPr>
          <w:p w:rsidRPr="009C54AE" w:rsidR="00C61DC5" w:rsidP="009C54AE" w:rsidRDefault="00C61DC5" w14:paraId="3CEF86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57FF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E57FF2" w:rsidRDefault="003B413F" w14:paraId="4C11FE0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50A9A1F6" w14:textId="77777777">
        <w:tc>
          <w:tcPr>
            <w:tcW w:w="4962" w:type="dxa"/>
          </w:tcPr>
          <w:p w:rsidRPr="009C54AE" w:rsidR="0085747A" w:rsidP="009C54AE" w:rsidRDefault="0085747A" w14:paraId="1E1C0F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E57FF2" w:rsidRDefault="003B413F" w14:paraId="359C851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6A00E5B3" w14:textId="77777777">
        <w:tc>
          <w:tcPr>
            <w:tcW w:w="4962" w:type="dxa"/>
          </w:tcPr>
          <w:p w:rsidRPr="009C54AE" w:rsidR="0085747A" w:rsidP="009C54AE" w:rsidRDefault="0085747A" w14:paraId="16B72A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E57FF2" w:rsidRDefault="003B413F" w14:paraId="0BE4F7B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F78EE4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D59E3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C663C3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9219D5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09FB74C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99E00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E57FF2" w14:paraId="7D8FA0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1620A" w14:paraId="79F0663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EBAD0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E57FF2" w14:paraId="2FE832C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68D293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073CEE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5D5EB5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5" w:type="dxa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5"/>
      </w:tblGrid>
      <w:tr w:rsidRPr="009C54AE" w:rsidR="000140DB" w:rsidTr="000140DB" w14:paraId="07C90BB9" w14:textId="77777777">
        <w:trPr>
          <w:trHeight w:val="397"/>
        </w:trPr>
        <w:tc>
          <w:tcPr>
            <w:tcW w:w="9355" w:type="dxa"/>
          </w:tcPr>
          <w:p w:rsidRPr="00724656" w:rsidR="000140DB" w:rsidP="00AC614F" w:rsidRDefault="000140DB" w14:paraId="49A989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:rsidR="00025C56" w:rsidP="00025C56" w:rsidRDefault="000140DB" w14:paraId="30CCEA4B" w14:textId="77777777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>Badura-Madej W. (red.). (1999). Wybrane zagadnienia interwencji kryzysowej. Poradnik dla pracowników socjalnych. Katowice: Wyd. Śląsk</w:t>
            </w:r>
          </w:p>
          <w:p w:rsidR="00025C56" w:rsidP="00025C56" w:rsidRDefault="000140DB" w14:paraId="6D67D666" w14:textId="77777777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25C56">
              <w:rPr>
                <w:rFonts w:ascii="Corbel" w:hAnsi="Corbel"/>
                <w:color w:val="000000"/>
                <w:szCs w:val="24"/>
                <w:lang w:val="en-US"/>
              </w:rPr>
              <w:t xml:space="preserve">Greenstone J. L., Leviton S. C. (2004).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Interwencja kryzysowa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Gdańsk</w:t>
            </w:r>
            <w:r>
              <w:rPr>
                <w:rFonts w:ascii="Corbel" w:hAnsi="Corbel"/>
                <w:color w:val="000000"/>
                <w:szCs w:val="24"/>
              </w:rPr>
              <w:t>: GWP.</w:t>
            </w:r>
          </w:p>
          <w:p w:rsidR="00025C56" w:rsidP="00025C56" w:rsidRDefault="000140DB" w14:paraId="32531616" w14:textId="77777777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045DF">
              <w:rPr>
                <w:rFonts w:ascii="Corbel" w:hAnsi="Corbel"/>
                <w:color w:val="000000"/>
                <w:szCs w:val="24"/>
              </w:rPr>
              <w:t>Wirkus</w:t>
            </w:r>
            <w:r>
              <w:rPr>
                <w:rFonts w:ascii="Corbel" w:hAnsi="Corbel"/>
                <w:color w:val="000000"/>
                <w:szCs w:val="24"/>
              </w:rPr>
              <w:t xml:space="preserve"> Ł.</w:t>
            </w:r>
            <w:r w:rsidRPr="000045DF">
              <w:rPr>
                <w:rFonts w:ascii="Corbel" w:hAnsi="Corbel"/>
                <w:color w:val="000000"/>
                <w:szCs w:val="24"/>
              </w:rPr>
              <w:t>, Kozłowski</w:t>
            </w:r>
            <w:r>
              <w:rPr>
                <w:rFonts w:ascii="Corbel" w:hAnsi="Corbel"/>
                <w:color w:val="000000"/>
                <w:szCs w:val="24"/>
              </w:rPr>
              <w:t xml:space="preserve"> P.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color w:val="000000"/>
                <w:szCs w:val="24"/>
              </w:rPr>
              <w:t>. (2017).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Przemoc w rodzinie. Ujęcie interdyscyplinarne</w:t>
            </w:r>
            <w:r>
              <w:rPr>
                <w:rFonts w:ascii="Corbel" w:hAnsi="Corbel"/>
                <w:i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iCs/>
                <w:color w:val="000000"/>
                <w:szCs w:val="24"/>
              </w:rPr>
              <w:t>Kraków: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Wyd. Impuls. </w:t>
            </w:r>
          </w:p>
          <w:p w:rsidR="00025C56" w:rsidP="00025C56" w:rsidRDefault="000140DB" w14:paraId="0B3952EC" w14:textId="77777777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045DF">
              <w:rPr>
                <w:rFonts w:ascii="Corbel" w:hAnsi="Corbel"/>
                <w:color w:val="000000"/>
                <w:szCs w:val="24"/>
              </w:rPr>
              <w:t>Jaszczak-Kuźmińska</w:t>
            </w:r>
            <w:r>
              <w:rPr>
                <w:rFonts w:ascii="Corbel" w:hAnsi="Corbel"/>
                <w:color w:val="000000"/>
                <w:szCs w:val="24"/>
              </w:rPr>
              <w:t xml:space="preserve"> D.</w:t>
            </w:r>
            <w:r w:rsidRPr="000045DF">
              <w:rPr>
                <w:rFonts w:ascii="Corbel" w:hAnsi="Corbel"/>
                <w:color w:val="000000"/>
                <w:szCs w:val="24"/>
              </w:rPr>
              <w:t>, Michalska</w:t>
            </w:r>
            <w:r>
              <w:rPr>
                <w:rFonts w:ascii="Corbel" w:hAnsi="Corbel"/>
                <w:color w:val="000000"/>
                <w:szCs w:val="24"/>
              </w:rPr>
              <w:t xml:space="preserve"> K.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color w:val="000000"/>
                <w:szCs w:val="24"/>
              </w:rPr>
              <w:t>. (2010).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Przemoc w rodzinie wobec osób starszych i niepełnosprawnych. Poradnik dla pracowników pierwszego kontaktu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Cs w:val="24"/>
              </w:rPr>
              <w:t xml:space="preserve">Warszawa: </w:t>
            </w:r>
            <w:r w:rsidRPr="000045DF">
              <w:rPr>
                <w:rFonts w:ascii="Corbel" w:hAnsi="Corbel"/>
                <w:color w:val="000000"/>
                <w:szCs w:val="24"/>
              </w:rPr>
              <w:t>Ministerstwo Pracy i Polityki Społeczne</w:t>
            </w:r>
            <w:r>
              <w:rPr>
                <w:rFonts w:ascii="Corbel" w:hAnsi="Corbel"/>
                <w:color w:val="000000"/>
                <w:szCs w:val="24"/>
              </w:rPr>
              <w:t>j.</w:t>
            </w:r>
          </w:p>
          <w:p w:rsidR="00025C56" w:rsidP="00025C56" w:rsidRDefault="000140DB" w14:paraId="48FA1203" w14:textId="77777777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045DF">
              <w:rPr>
                <w:rFonts w:ascii="Corbel" w:hAnsi="Corbel"/>
                <w:color w:val="000000"/>
                <w:szCs w:val="24"/>
              </w:rPr>
              <w:t>Michalska K., Jaszczak-Kuźmińska D.</w:t>
            </w:r>
            <w:r>
              <w:rPr>
                <w:rFonts w:ascii="Corbel" w:hAnsi="Corbel"/>
                <w:color w:val="000000"/>
                <w:szCs w:val="24"/>
              </w:rPr>
              <w:t xml:space="preserve"> (2007).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Przemoc w rodzinie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Cs w:val="24"/>
              </w:rPr>
              <w:t xml:space="preserve">Warszawa: </w:t>
            </w:r>
            <w:r w:rsidRPr="000045DF">
              <w:rPr>
                <w:rFonts w:ascii="Corbel" w:hAnsi="Corbel"/>
                <w:color w:val="000000"/>
                <w:szCs w:val="24"/>
              </w:rPr>
              <w:t>PARPA</w:t>
            </w:r>
            <w:r>
              <w:rPr>
                <w:rFonts w:ascii="Corbel" w:hAnsi="Corbel"/>
                <w:color w:val="000000"/>
                <w:szCs w:val="24"/>
              </w:rPr>
              <w:t>.</w:t>
            </w:r>
          </w:p>
          <w:p w:rsidRPr="00025C56" w:rsidR="000140DB" w:rsidP="00025C56" w:rsidRDefault="000140DB" w14:paraId="0E8B7FCB" w14:textId="69DC7179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F1BC1">
              <w:rPr>
                <w:rFonts w:ascii="Corbel" w:hAnsi="Corbel"/>
                <w:color w:val="000000"/>
                <w:szCs w:val="24"/>
              </w:rPr>
              <w:t>Rzadkiewicz M.</w:t>
            </w:r>
            <w:r>
              <w:rPr>
                <w:rFonts w:ascii="Corbel" w:hAnsi="Corbel"/>
                <w:color w:val="000000"/>
                <w:szCs w:val="24"/>
              </w:rPr>
              <w:t xml:space="preserve"> (2015).</w:t>
            </w:r>
            <w:r w:rsidRPr="001F1BC1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1F1BC1">
              <w:rPr>
                <w:rFonts w:ascii="Corbel" w:hAnsi="Corbel"/>
                <w:i/>
                <w:color w:val="000000"/>
                <w:szCs w:val="24"/>
              </w:rPr>
              <w:t>Wnuki w obliczu zbliżającej się śmierci dziadków</w:t>
            </w:r>
            <w:r>
              <w:rPr>
                <w:rFonts w:ascii="Corbel" w:hAnsi="Corbel"/>
                <w:i/>
                <w:color w:val="000000"/>
                <w:szCs w:val="24"/>
              </w:rPr>
              <w:t xml:space="preserve">. </w:t>
            </w:r>
            <w:r w:rsidRPr="002575B3">
              <w:rPr>
                <w:rFonts w:ascii="Corbel" w:hAnsi="Corbel"/>
                <w:iCs/>
                <w:color w:val="000000"/>
                <w:szCs w:val="24"/>
              </w:rPr>
              <w:t>W:</w:t>
            </w:r>
            <w:r w:rsidRPr="001F1BC1">
              <w:rPr>
                <w:rFonts w:ascii="Corbel" w:hAnsi="Corbel"/>
                <w:color w:val="000000"/>
                <w:szCs w:val="24"/>
              </w:rPr>
              <w:t xml:space="preserve"> Owczarek K., </w:t>
            </w:r>
            <w:proofErr w:type="spellStart"/>
            <w:r w:rsidRPr="001F1BC1">
              <w:rPr>
                <w:rFonts w:ascii="Corbel" w:hAnsi="Corbel"/>
                <w:color w:val="000000"/>
                <w:szCs w:val="24"/>
              </w:rPr>
              <w:t>Łazarewicz</w:t>
            </w:r>
            <w:proofErr w:type="spellEnd"/>
            <w:r w:rsidRPr="001F1BC1">
              <w:rPr>
                <w:rFonts w:ascii="Corbel" w:hAnsi="Corbel"/>
                <w:color w:val="000000"/>
                <w:szCs w:val="24"/>
              </w:rPr>
              <w:t xml:space="preserve"> M. A. (red.), </w:t>
            </w:r>
            <w:r w:rsidRPr="001F1BC1">
              <w:rPr>
                <w:rFonts w:ascii="Corbel" w:hAnsi="Corbel"/>
                <w:i/>
                <w:color w:val="000000"/>
                <w:szCs w:val="24"/>
              </w:rPr>
              <w:t>Pogoda na starość. Podręcznik skutecznego wspierania seniorów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1F1BC1">
              <w:rPr>
                <w:rFonts w:ascii="Corbel" w:hAnsi="Corbel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Cs w:val="24"/>
              </w:rPr>
              <w:t xml:space="preserve">Warszawa: </w:t>
            </w:r>
            <w:r w:rsidRPr="001F1BC1">
              <w:rPr>
                <w:rFonts w:ascii="Corbel" w:hAnsi="Corbel"/>
                <w:color w:val="000000"/>
                <w:szCs w:val="24"/>
              </w:rPr>
              <w:t>Wyd. Wolters Kluwer</w:t>
            </w:r>
            <w:r>
              <w:rPr>
                <w:rFonts w:ascii="Corbel" w:hAnsi="Corbel"/>
                <w:color w:val="000000"/>
                <w:szCs w:val="24"/>
              </w:rPr>
              <w:t>.</w:t>
            </w:r>
          </w:p>
          <w:p w:rsidRPr="00025C56" w:rsidR="000140DB" w:rsidP="00025C56" w:rsidRDefault="000140DB" w14:paraId="18B235DD" w14:textId="7777777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 xml:space="preserve">Ustawa o przeciwdziałaniu przemocy w rodzinie z dn.29 lipca 2005 z </w:t>
            </w:r>
            <w:proofErr w:type="spellStart"/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>pózn</w:t>
            </w:r>
            <w:proofErr w:type="spellEnd"/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>., zm.</w:t>
            </w:r>
          </w:p>
        </w:tc>
      </w:tr>
      <w:tr w:rsidRPr="009C54AE" w:rsidR="000140DB" w:rsidTr="000140DB" w14:paraId="3F679EB7" w14:textId="77777777">
        <w:trPr>
          <w:trHeight w:val="397"/>
        </w:trPr>
        <w:tc>
          <w:tcPr>
            <w:tcW w:w="9355" w:type="dxa"/>
          </w:tcPr>
          <w:p w:rsidRPr="00724656" w:rsidR="000140DB" w:rsidP="00AC614F" w:rsidRDefault="000140DB" w14:paraId="46D360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:rsidR="000140DB" w:rsidP="00025C56" w:rsidRDefault="000140DB" w14:paraId="36305D42" w14:textId="77777777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Gumkowska I. (2017).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Skala i struktura zjawiska przemocy w rodzinie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>W: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Ł. Wirkus, P. Kozłowski (red.),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Ujęcie interdyscyplinarne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>Wyd. Impuls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25C56" w:rsidP="00025C56" w:rsidRDefault="000140DB" w14:paraId="406378ED" w14:textId="77777777">
            <w:pPr>
              <w:spacing w:after="0"/>
              <w:ind w:left="605" w:hanging="605"/>
              <w:jc w:val="both"/>
              <w:rPr>
                <w:rFonts w:ascii="Corbel" w:hAnsi="Corbel"/>
                <w:sz w:val="24"/>
                <w:szCs w:val="24"/>
              </w:rPr>
            </w:pPr>
            <w:r w:rsidRPr="00025C56">
              <w:rPr>
                <w:rFonts w:ascii="Corbel" w:hAnsi="Corbel"/>
                <w:sz w:val="24"/>
                <w:szCs w:val="24"/>
              </w:rPr>
              <w:lastRenderedPageBreak/>
              <w:t>Jaszczak-Kuźmińska D., Michalska K. (2012). Zespoły interdyscyplinarne. Procedura „Niebieskie Karty”. Warszawa: PARPA.</w:t>
            </w:r>
          </w:p>
          <w:p w:rsidR="00025C56" w:rsidP="00025C56" w:rsidRDefault="000140DB" w14:paraId="231F6ADA" w14:textId="77777777">
            <w:pPr>
              <w:spacing w:after="0"/>
              <w:ind w:left="605" w:hanging="605"/>
              <w:jc w:val="both"/>
              <w:rPr>
                <w:rFonts w:ascii="Corbel" w:hAnsi="Corbel"/>
                <w:iCs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Ogrodnik-Kalita A. (2016). </w:t>
            </w:r>
            <w:r w:rsidRPr="002C1052">
              <w:rPr>
                <w:rFonts w:ascii="Corbel" w:hAnsi="Corbel"/>
                <w:i/>
                <w:szCs w:val="24"/>
              </w:rPr>
              <w:t>Uzależnienie od alkoholu jako przyczyna rozkładu pożycia małżeńskiego</w:t>
            </w:r>
            <w:r>
              <w:rPr>
                <w:rFonts w:ascii="Corbel" w:hAnsi="Corbel"/>
                <w:i/>
                <w:szCs w:val="24"/>
              </w:rPr>
              <w:t xml:space="preserve">. </w:t>
            </w:r>
            <w:r w:rsidRPr="002575B3">
              <w:rPr>
                <w:rFonts w:ascii="Corbel" w:hAnsi="Corbel"/>
                <w:iCs/>
                <w:szCs w:val="24"/>
              </w:rPr>
              <w:t>Lublin: Wyd. KUL.</w:t>
            </w:r>
          </w:p>
          <w:p w:rsidRPr="00025C56" w:rsidR="000140DB" w:rsidP="00025C56" w:rsidRDefault="000140DB" w14:paraId="6A46F666" w14:textId="00F070AE">
            <w:pPr>
              <w:spacing w:after="0"/>
              <w:ind w:left="605" w:hanging="60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Parysiewicz</w:t>
            </w:r>
            <w:proofErr w:type="spellEnd"/>
            <w:r>
              <w:rPr>
                <w:rFonts w:ascii="Corbel" w:hAnsi="Corbel"/>
                <w:szCs w:val="24"/>
              </w:rPr>
              <w:t xml:space="preserve"> B. (2012). </w:t>
            </w:r>
            <w:r w:rsidRPr="00DE5ED0">
              <w:rPr>
                <w:rFonts w:ascii="Corbel" w:hAnsi="Corbel"/>
                <w:i/>
                <w:szCs w:val="24"/>
              </w:rPr>
              <w:t>Dziecko jako sprawca przemocy</w:t>
            </w:r>
            <w:r>
              <w:rPr>
                <w:rFonts w:ascii="Corbel" w:hAnsi="Corbel"/>
                <w:i/>
                <w:szCs w:val="24"/>
              </w:rPr>
              <w:t>.</w:t>
            </w:r>
            <w:r>
              <w:rPr>
                <w:rFonts w:ascii="Corbel" w:hAnsi="Corbel"/>
                <w:szCs w:val="24"/>
              </w:rPr>
              <w:t xml:space="preserve"> W: M. Chuchra, J. Jęczeń (red.), </w:t>
            </w:r>
            <w:r w:rsidRPr="00DE5ED0">
              <w:rPr>
                <w:rFonts w:ascii="Corbel" w:hAnsi="Corbel"/>
                <w:i/>
                <w:szCs w:val="24"/>
              </w:rPr>
              <w:t>Przemoc w małżeństwie i w rodzinie</w:t>
            </w:r>
            <w:r>
              <w:rPr>
                <w:rFonts w:ascii="Corbel" w:hAnsi="Corbel"/>
                <w:i/>
                <w:szCs w:val="24"/>
              </w:rPr>
              <w:t>.</w:t>
            </w:r>
            <w:r>
              <w:rPr>
                <w:rFonts w:ascii="Corbel" w:hAnsi="Corbel"/>
                <w:szCs w:val="24"/>
              </w:rPr>
              <w:t xml:space="preserve"> Lublin: Wyd. KUL.</w:t>
            </w:r>
          </w:p>
        </w:tc>
      </w:tr>
    </w:tbl>
    <w:p w:rsidRPr="009C54AE" w:rsidR="000140DB" w:rsidP="000140DB" w:rsidRDefault="000140DB" w14:paraId="0540AF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14830E1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9EC" w:rsidP="00C16ABF" w:rsidRDefault="006479EC" w14:paraId="276B096B" w14:textId="77777777">
      <w:pPr>
        <w:spacing w:after="0" w:line="240" w:lineRule="auto"/>
      </w:pPr>
      <w:r>
        <w:separator/>
      </w:r>
    </w:p>
  </w:endnote>
  <w:endnote w:type="continuationSeparator" w:id="0">
    <w:p w:rsidR="006479EC" w:rsidP="00C16ABF" w:rsidRDefault="006479EC" w14:paraId="6A074F2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012789"/>
      <w:docPartObj>
        <w:docPartGallery w:val="Page Numbers (Bottom of Page)"/>
        <w:docPartUnique/>
      </w:docPartObj>
    </w:sdtPr>
    <w:sdtEndPr/>
    <w:sdtContent>
      <w:p w:rsidR="004A4890" w:rsidRDefault="004A4890" w14:paraId="3F674D9A" w14:textId="57ED6C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DA0">
          <w:rPr>
            <w:noProof/>
          </w:rPr>
          <w:t>2</w:t>
        </w:r>
        <w:r>
          <w:fldChar w:fldCharType="end"/>
        </w:r>
      </w:p>
    </w:sdtContent>
  </w:sdt>
  <w:p w:rsidR="0068148B" w:rsidRDefault="0068148B" w14:paraId="7918D07D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9EC" w:rsidP="00C16ABF" w:rsidRDefault="006479EC" w14:paraId="24787167" w14:textId="77777777">
      <w:pPr>
        <w:spacing w:after="0" w:line="240" w:lineRule="auto"/>
      </w:pPr>
      <w:r>
        <w:separator/>
      </w:r>
    </w:p>
  </w:footnote>
  <w:footnote w:type="continuationSeparator" w:id="0">
    <w:p w:rsidR="006479EC" w:rsidP="00C16ABF" w:rsidRDefault="006479EC" w14:paraId="0173933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F551BF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B373ED"/>
    <w:multiLevelType w:val="hybridMultilevel"/>
    <w:tmpl w:val="22F4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D1C40"/>
    <w:multiLevelType w:val="hybridMultilevel"/>
    <w:tmpl w:val="93909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5DF"/>
    <w:rsid w:val="000048FD"/>
    <w:rsid w:val="000077B4"/>
    <w:rsid w:val="000140DB"/>
    <w:rsid w:val="00015B8F"/>
    <w:rsid w:val="00020A37"/>
    <w:rsid w:val="00022ECE"/>
    <w:rsid w:val="00025C5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BB6"/>
    <w:rsid w:val="00127108"/>
    <w:rsid w:val="00134B13"/>
    <w:rsid w:val="00146BC0"/>
    <w:rsid w:val="0015169F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BC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052"/>
    <w:rsid w:val="002C1F06"/>
    <w:rsid w:val="002D3375"/>
    <w:rsid w:val="002D73D4"/>
    <w:rsid w:val="002F02A3"/>
    <w:rsid w:val="002F4ABE"/>
    <w:rsid w:val="003018BA"/>
    <w:rsid w:val="0030395F"/>
    <w:rsid w:val="00304630"/>
    <w:rsid w:val="00305C92"/>
    <w:rsid w:val="003151C5"/>
    <w:rsid w:val="00325963"/>
    <w:rsid w:val="003343CF"/>
    <w:rsid w:val="00346FE9"/>
    <w:rsid w:val="0034759A"/>
    <w:rsid w:val="003503F6"/>
    <w:rsid w:val="003530DD"/>
    <w:rsid w:val="00363F78"/>
    <w:rsid w:val="003A0A5B"/>
    <w:rsid w:val="003A1176"/>
    <w:rsid w:val="003B413F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94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95"/>
    <w:rsid w:val="004968E2"/>
    <w:rsid w:val="004A3EEA"/>
    <w:rsid w:val="004A4890"/>
    <w:rsid w:val="004A4D1F"/>
    <w:rsid w:val="004B3D94"/>
    <w:rsid w:val="004D1363"/>
    <w:rsid w:val="004D5282"/>
    <w:rsid w:val="004F1551"/>
    <w:rsid w:val="004F55A3"/>
    <w:rsid w:val="0050496F"/>
    <w:rsid w:val="005129BF"/>
    <w:rsid w:val="00513B6F"/>
    <w:rsid w:val="00517C63"/>
    <w:rsid w:val="00530DA0"/>
    <w:rsid w:val="005363C4"/>
    <w:rsid w:val="00536BDE"/>
    <w:rsid w:val="00543ACC"/>
    <w:rsid w:val="005558F2"/>
    <w:rsid w:val="0056696D"/>
    <w:rsid w:val="0059484D"/>
    <w:rsid w:val="005A0855"/>
    <w:rsid w:val="005A3196"/>
    <w:rsid w:val="005A5EED"/>
    <w:rsid w:val="005B75B4"/>
    <w:rsid w:val="005C080F"/>
    <w:rsid w:val="005C55E5"/>
    <w:rsid w:val="005C696A"/>
    <w:rsid w:val="005E6E85"/>
    <w:rsid w:val="005F31D2"/>
    <w:rsid w:val="00601D68"/>
    <w:rsid w:val="0061029B"/>
    <w:rsid w:val="00617230"/>
    <w:rsid w:val="00621CE1"/>
    <w:rsid w:val="00627FC9"/>
    <w:rsid w:val="00631005"/>
    <w:rsid w:val="00644ECB"/>
    <w:rsid w:val="006479EC"/>
    <w:rsid w:val="00647FA8"/>
    <w:rsid w:val="00650C5F"/>
    <w:rsid w:val="00654934"/>
    <w:rsid w:val="006620D9"/>
    <w:rsid w:val="00671958"/>
    <w:rsid w:val="00675843"/>
    <w:rsid w:val="0068148B"/>
    <w:rsid w:val="00696477"/>
    <w:rsid w:val="006979CB"/>
    <w:rsid w:val="006D050F"/>
    <w:rsid w:val="006D6139"/>
    <w:rsid w:val="006D7901"/>
    <w:rsid w:val="006E5D65"/>
    <w:rsid w:val="006F1282"/>
    <w:rsid w:val="006F1FBC"/>
    <w:rsid w:val="006F31E2"/>
    <w:rsid w:val="00703B69"/>
    <w:rsid w:val="00706544"/>
    <w:rsid w:val="007072BA"/>
    <w:rsid w:val="00713723"/>
    <w:rsid w:val="0071620A"/>
    <w:rsid w:val="00724677"/>
    <w:rsid w:val="00725459"/>
    <w:rsid w:val="007327BD"/>
    <w:rsid w:val="00734608"/>
    <w:rsid w:val="007448E6"/>
    <w:rsid w:val="00745302"/>
    <w:rsid w:val="007461D6"/>
    <w:rsid w:val="00746EC8"/>
    <w:rsid w:val="00763BF1"/>
    <w:rsid w:val="00766FD4"/>
    <w:rsid w:val="00771DFA"/>
    <w:rsid w:val="0078168C"/>
    <w:rsid w:val="00787C2A"/>
    <w:rsid w:val="00790E27"/>
    <w:rsid w:val="007A4022"/>
    <w:rsid w:val="007A6E6E"/>
    <w:rsid w:val="007C3299"/>
    <w:rsid w:val="007C3BCC"/>
    <w:rsid w:val="007C4546"/>
    <w:rsid w:val="007D3F24"/>
    <w:rsid w:val="007D6E56"/>
    <w:rsid w:val="007E4FA7"/>
    <w:rsid w:val="007F4155"/>
    <w:rsid w:val="0081554D"/>
    <w:rsid w:val="0081707E"/>
    <w:rsid w:val="008355DE"/>
    <w:rsid w:val="008449B3"/>
    <w:rsid w:val="008552A2"/>
    <w:rsid w:val="0085747A"/>
    <w:rsid w:val="0088445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2C"/>
    <w:rsid w:val="00916188"/>
    <w:rsid w:val="00923D7D"/>
    <w:rsid w:val="009508DF"/>
    <w:rsid w:val="00950DAC"/>
    <w:rsid w:val="00954A07"/>
    <w:rsid w:val="0095626D"/>
    <w:rsid w:val="00957DE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F5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E5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F83"/>
    <w:rsid w:val="00B27100"/>
    <w:rsid w:val="00B3130B"/>
    <w:rsid w:val="00B40ADB"/>
    <w:rsid w:val="00B43B77"/>
    <w:rsid w:val="00B43E80"/>
    <w:rsid w:val="00B572EC"/>
    <w:rsid w:val="00B607DB"/>
    <w:rsid w:val="00B66529"/>
    <w:rsid w:val="00B72DC9"/>
    <w:rsid w:val="00B75946"/>
    <w:rsid w:val="00B8056E"/>
    <w:rsid w:val="00B819C8"/>
    <w:rsid w:val="00B82308"/>
    <w:rsid w:val="00B83513"/>
    <w:rsid w:val="00B90885"/>
    <w:rsid w:val="00B9332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D3"/>
    <w:rsid w:val="00C94B98"/>
    <w:rsid w:val="00CA2B96"/>
    <w:rsid w:val="00CA5089"/>
    <w:rsid w:val="00CD6897"/>
    <w:rsid w:val="00CE5BAC"/>
    <w:rsid w:val="00CF25BE"/>
    <w:rsid w:val="00CF5F6A"/>
    <w:rsid w:val="00CF78ED"/>
    <w:rsid w:val="00D02B25"/>
    <w:rsid w:val="00D02EBA"/>
    <w:rsid w:val="00D1198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349"/>
    <w:rsid w:val="00D8678B"/>
    <w:rsid w:val="00DA2114"/>
    <w:rsid w:val="00DA6F3B"/>
    <w:rsid w:val="00DE0682"/>
    <w:rsid w:val="00DE09C0"/>
    <w:rsid w:val="00DE4A14"/>
    <w:rsid w:val="00DE5ED0"/>
    <w:rsid w:val="00DF320D"/>
    <w:rsid w:val="00DF71C8"/>
    <w:rsid w:val="00E129B8"/>
    <w:rsid w:val="00E21E7D"/>
    <w:rsid w:val="00E22FBC"/>
    <w:rsid w:val="00E24BF5"/>
    <w:rsid w:val="00E25338"/>
    <w:rsid w:val="00E51E44"/>
    <w:rsid w:val="00E57FF2"/>
    <w:rsid w:val="00E63348"/>
    <w:rsid w:val="00E742AA"/>
    <w:rsid w:val="00E77E88"/>
    <w:rsid w:val="00E8107D"/>
    <w:rsid w:val="00E960BB"/>
    <w:rsid w:val="00EA2074"/>
    <w:rsid w:val="00EA4832"/>
    <w:rsid w:val="00EA4E9D"/>
    <w:rsid w:val="00EB02BC"/>
    <w:rsid w:val="00EC4899"/>
    <w:rsid w:val="00ED03AB"/>
    <w:rsid w:val="00ED32D2"/>
    <w:rsid w:val="00EE32DE"/>
    <w:rsid w:val="00EE5457"/>
    <w:rsid w:val="00F070AB"/>
    <w:rsid w:val="00F07CDD"/>
    <w:rsid w:val="00F17567"/>
    <w:rsid w:val="00F27A7B"/>
    <w:rsid w:val="00F526AF"/>
    <w:rsid w:val="00F617C3"/>
    <w:rsid w:val="00F7066B"/>
    <w:rsid w:val="00F83B28"/>
    <w:rsid w:val="00F85D7F"/>
    <w:rsid w:val="00F974DA"/>
    <w:rsid w:val="00FA025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A40EFE7"/>
    <w:rsid w:val="3C65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0128"/>
  <w15:docId w15:val="{C24F0199-829B-4EDF-92AF-086EE65C37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Standard" w:customStyle="1">
    <w:name w:val="Standard"/>
    <w:rsid w:val="00B27100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1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2b234a4c004b412d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19ec5-7b85-4851-bc7e-314cea580489}"/>
      </w:docPartPr>
      <w:docPartBody>
        <w:p w14:paraId="5156E7F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E4E621-ADFE-4458-99E5-9705745D80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300B19-B922-4BC6-97E7-BC732814362D}"/>
</file>

<file path=customXml/itemProps3.xml><?xml version="1.0" encoding="utf-8"?>
<ds:datastoreItem xmlns:ds="http://schemas.openxmlformats.org/officeDocument/2006/customXml" ds:itemID="{4E25EB84-8A6A-4FF1-AEB4-D756FBD0361E}"/>
</file>

<file path=customXml/itemProps4.xml><?xml version="1.0" encoding="utf-8"?>
<ds:datastoreItem xmlns:ds="http://schemas.openxmlformats.org/officeDocument/2006/customXml" ds:itemID="{E658AA58-D1C3-4DA9-A690-85B479FBE1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Motyka Marek</lastModifiedBy>
  <revision>6</revision>
  <lastPrinted>2019-07-31T10:11:00.0000000Z</lastPrinted>
  <dcterms:created xsi:type="dcterms:W3CDTF">2021-09-30T19:25:00.0000000Z</dcterms:created>
  <dcterms:modified xsi:type="dcterms:W3CDTF">2021-10-05T19:26:30.3689322Z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